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162FE" w14:textId="77777777"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2A3740DE" wp14:editId="24C04790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AF9651" w14:textId="77777777"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14:paraId="3E269EC8" w14:textId="77777777"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14:paraId="6AA63426" w14:textId="77777777"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14:paraId="052B7950" w14:textId="77777777"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14:paraId="6FD9ADED" w14:textId="77777777" w:rsidR="000C1EB8" w:rsidRPr="00F834DE" w:rsidRDefault="006204D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1. Sitzung | </w:t>
      </w:r>
      <w:r w:rsidR="007120D4">
        <w:rPr>
          <w:rFonts w:ascii="Arial Narrow" w:hAnsi="Arial Narrow"/>
          <w:sz w:val="22"/>
          <w:lang w:val="de-DE"/>
        </w:rPr>
        <w:t>W</w:t>
      </w:r>
      <w:r w:rsidR="001B7CD6">
        <w:rPr>
          <w:rFonts w:ascii="Arial Narrow" w:hAnsi="Arial Narrow"/>
          <w:sz w:val="22"/>
          <w:lang w:val="de-DE"/>
        </w:rPr>
        <w:t xml:space="preserve">S </w:t>
      </w:r>
      <w:r>
        <w:rPr>
          <w:rFonts w:ascii="Arial Narrow" w:hAnsi="Arial Narrow"/>
          <w:sz w:val="22"/>
          <w:lang w:val="de-DE"/>
        </w:rPr>
        <w:t>1</w:t>
      </w:r>
      <w:r w:rsidR="007120D4">
        <w:rPr>
          <w:rFonts w:ascii="Arial Narrow" w:hAnsi="Arial Narrow"/>
          <w:sz w:val="22"/>
          <w:lang w:val="de-DE"/>
        </w:rPr>
        <w:t>9</w:t>
      </w:r>
      <w:r w:rsidR="004E73C0">
        <w:rPr>
          <w:rFonts w:ascii="Arial Narrow" w:hAnsi="Arial Narrow"/>
          <w:sz w:val="22"/>
          <w:lang w:val="de-DE"/>
        </w:rPr>
        <w:t>/</w:t>
      </w:r>
      <w:r w:rsidR="007120D4">
        <w:rPr>
          <w:rFonts w:ascii="Arial Narrow" w:hAnsi="Arial Narrow"/>
          <w:sz w:val="22"/>
          <w:lang w:val="de-DE"/>
        </w:rPr>
        <w:t>20</w:t>
      </w:r>
    </w:p>
    <w:p w14:paraId="0CF26253" w14:textId="77777777"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49B2BC21" w14:textId="77777777"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14:paraId="68E81DBF" w14:textId="5B5393F4"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94500">
        <w:rPr>
          <w:rFonts w:ascii="Arial Narrow" w:hAnsi="Arial Narrow"/>
          <w:sz w:val="22"/>
          <w:lang w:val="de-DE"/>
        </w:rPr>
        <w:fldChar w:fldCharType="begin"/>
      </w:r>
      <w:r w:rsidR="00F94500">
        <w:rPr>
          <w:rFonts w:ascii="Arial Narrow" w:hAnsi="Arial Narrow"/>
          <w:sz w:val="22"/>
          <w:lang w:val="de-DE"/>
        </w:rPr>
        <w:instrText xml:space="preserve"> TIME \@ "dddd, d. MMMM yyyy" </w:instrText>
      </w:r>
      <w:r w:rsidR="00F94500">
        <w:rPr>
          <w:rFonts w:ascii="Arial Narrow" w:hAnsi="Arial Narrow"/>
          <w:sz w:val="22"/>
          <w:lang w:val="de-DE"/>
        </w:rPr>
        <w:fldChar w:fldCharType="separate"/>
      </w:r>
      <w:r w:rsidR="00C20733">
        <w:rPr>
          <w:rFonts w:ascii="Arial Narrow" w:hAnsi="Arial Narrow"/>
          <w:noProof/>
          <w:sz w:val="22"/>
          <w:lang w:val="de-DE"/>
        </w:rPr>
        <w:t>Montag, 30. September 2019</w:t>
      </w:r>
      <w:r w:rsidR="00F94500">
        <w:rPr>
          <w:rFonts w:ascii="Arial Narrow" w:hAnsi="Arial Narrow"/>
          <w:sz w:val="22"/>
          <w:lang w:val="de-DE"/>
        </w:rPr>
        <w:fldChar w:fldCharType="end"/>
      </w:r>
    </w:p>
    <w:p w14:paraId="2BCA0779" w14:textId="77777777"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14:paraId="008D73B2" w14:textId="77777777"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14:paraId="4D9C12C2" w14:textId="77777777"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778884ED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4B606558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4C1CB483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14:paraId="0445F3BD" w14:textId="77777777"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0AA44D97" w14:textId="77777777" w:rsidR="009569A4" w:rsidRDefault="009569A4" w:rsidP="00E80B51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14:paraId="5C41489C" w14:textId="77777777" w:rsidR="00E80B51" w:rsidRDefault="00E80B51" w:rsidP="00E80B51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4F8B6FB3" w14:textId="77777777" w:rsidR="00E80B51" w:rsidRDefault="00E80B51" w:rsidP="00E80B51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3348F680" w14:textId="77777777" w:rsidR="00E80B51" w:rsidRPr="00E80B51" w:rsidRDefault="00E80B51" w:rsidP="00E80B51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  <w:r w:rsidR="005769C8">
        <w:rPr>
          <w:rFonts w:ascii="Arial Narrow" w:hAnsi="Arial Narrow"/>
          <w:sz w:val="24"/>
          <w:szCs w:val="24"/>
          <w:lang w:val="de-DE"/>
        </w:rPr>
        <w:t xml:space="preserve"> (Wo sind die Protokolle?!)</w:t>
      </w:r>
    </w:p>
    <w:p w14:paraId="1125697D" w14:textId="77777777" w:rsidR="00E80B51" w:rsidRPr="00E80B51" w:rsidRDefault="00E80B51" w:rsidP="00E80B51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Aufnahme AStA-Anwärter (Fleig)</w:t>
      </w:r>
    </w:p>
    <w:p w14:paraId="634CA3D8" w14:textId="77777777" w:rsidR="00E80B51" w:rsidRPr="00E80B51" w:rsidRDefault="00E80B51" w:rsidP="00E80B51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4"/>
          <w:szCs w:val="24"/>
          <w:lang w:val="de-DE"/>
        </w:rPr>
        <w:t>Dienstag+Mittwoch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(Fleig)</w:t>
      </w:r>
    </w:p>
    <w:p w14:paraId="0E368198" w14:textId="77777777" w:rsidR="00E80B51" w:rsidRDefault="00E80B51" w:rsidP="00E80B51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 xml:space="preserve">Wahl neuer AStA-Chef +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Stellv</w:t>
      </w:r>
      <w:proofErr w:type="spellEnd"/>
      <w:r>
        <w:rPr>
          <w:rFonts w:ascii="Arial Narrow" w:hAnsi="Arial Narrow"/>
          <w:sz w:val="24"/>
          <w:szCs w:val="24"/>
          <w:lang w:val="de-DE"/>
        </w:rPr>
        <w:t xml:space="preserve"> (Fleig)</w:t>
      </w:r>
    </w:p>
    <w:p w14:paraId="5C165BD0" w14:textId="77777777" w:rsidR="00E80B51" w:rsidRDefault="00E80B51" w:rsidP="00E80B51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HSB-Info (Fleig)</w:t>
      </w:r>
    </w:p>
    <w:p w14:paraId="60CD3239" w14:textId="77777777" w:rsidR="00E80B51" w:rsidRDefault="00E80B51" w:rsidP="00E80B51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Sachstand: </w:t>
      </w:r>
      <w:proofErr w:type="spellStart"/>
      <w:r>
        <w:rPr>
          <w:rFonts w:ascii="Arial Narrow" w:hAnsi="Arial Narrow"/>
          <w:sz w:val="22"/>
          <w:lang w:val="de-DE"/>
        </w:rPr>
        <w:t>RefTreff</w:t>
      </w:r>
      <w:proofErr w:type="spellEnd"/>
      <w:r>
        <w:rPr>
          <w:rFonts w:ascii="Arial Narrow" w:hAnsi="Arial Narrow"/>
          <w:sz w:val="22"/>
          <w:lang w:val="de-DE"/>
        </w:rPr>
        <w:t xml:space="preserve"> (Fleig)</w:t>
      </w:r>
    </w:p>
    <w:p w14:paraId="3B0C919E" w14:textId="77777777" w:rsidR="00E80B51" w:rsidRDefault="00E80B51" w:rsidP="00E80B51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Sachstand: Homepage (Fleig)</w:t>
      </w:r>
    </w:p>
    <w:p w14:paraId="7AE91BC4" w14:textId="47AAB0B2" w:rsidR="002B74EB" w:rsidRDefault="001A0780" w:rsidP="002B74EB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Dringende Bestellungen? (Fleig)</w:t>
      </w:r>
    </w:p>
    <w:p w14:paraId="04F00A95" w14:textId="5845F33A" w:rsidR="00C20733" w:rsidRPr="00C20733" w:rsidRDefault="002B74EB" w:rsidP="00C20733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Ersti-Party (Sina, </w:t>
      </w:r>
      <w:proofErr w:type="spellStart"/>
      <w:r>
        <w:rPr>
          <w:rFonts w:ascii="Arial Narrow" w:hAnsi="Arial Narrow"/>
          <w:sz w:val="22"/>
          <w:lang w:val="de-DE"/>
        </w:rPr>
        <w:t>Josa</w:t>
      </w:r>
      <w:proofErr w:type="spellEnd"/>
      <w:r>
        <w:rPr>
          <w:rFonts w:ascii="Arial Narrow" w:hAnsi="Arial Narrow"/>
          <w:sz w:val="22"/>
          <w:lang w:val="de-DE"/>
        </w:rPr>
        <w:t>)</w:t>
      </w:r>
      <w:bookmarkStart w:id="0" w:name="_GoBack"/>
      <w:bookmarkEnd w:id="0"/>
    </w:p>
    <w:p w14:paraId="37A8CA50" w14:textId="77777777" w:rsidR="00E80B51" w:rsidRDefault="00E80B51" w:rsidP="00E80B51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14:paraId="61663CCC" w14:textId="77777777" w:rsidR="00FD2BD0" w:rsidRPr="00E80B51" w:rsidRDefault="00E80B51" w:rsidP="00E80B51">
      <w:pPr>
        <w:pStyle w:val="WortmarkeFu"/>
        <w:numPr>
          <w:ilvl w:val="0"/>
          <w:numId w:val="6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FD2BD0" w:rsidRPr="00E80B51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7AB40" w14:textId="77777777" w:rsidR="00804127" w:rsidRDefault="00804127">
      <w:pPr>
        <w:spacing w:line="20" w:lineRule="exact"/>
      </w:pPr>
    </w:p>
  </w:endnote>
  <w:endnote w:type="continuationSeparator" w:id="0">
    <w:p w14:paraId="4C44A590" w14:textId="77777777"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14:paraId="3C127EB0" w14:textId="77777777"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 Narrow"/>
    <w:charset w:val="01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61AA7" w14:textId="77777777"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14:paraId="238FDE12" w14:textId="77777777"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75ED9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3BDE61D4" w14:textId="77777777"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5D5BE84B" w14:textId="77777777"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</w:t>
    </w:r>
    <w:r w:rsidR="00E80B51">
      <w:rPr>
        <w:rFonts w:ascii="Arial Narrow" w:hAnsi="Arial Narrow"/>
        <w:sz w:val="20"/>
        <w:lang w:val="de-DE"/>
      </w:rPr>
      <w:t xml:space="preserve"> 19</w:t>
    </w:r>
    <w:r w:rsidR="00AF4CE2">
      <w:rPr>
        <w:rFonts w:ascii="Arial Narrow" w:hAnsi="Arial Narrow"/>
        <w:sz w:val="20"/>
        <w:lang w:val="de-DE"/>
      </w:rPr>
      <w:t>/</w:t>
    </w:r>
    <w:r w:rsidR="00E80B51">
      <w:rPr>
        <w:rFonts w:ascii="Arial Narrow" w:hAnsi="Arial Narrow"/>
        <w:sz w:val="20"/>
        <w:lang w:val="de-DE"/>
      </w:rPr>
      <w:t>20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34521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14:paraId="29EB5CC4" w14:textId="77777777"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455284AC" w14:textId="77777777"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09B8A08A" w14:textId="77777777"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A0780"/>
    <w:rsid w:val="001B7CD6"/>
    <w:rsid w:val="001C7E80"/>
    <w:rsid w:val="001D3317"/>
    <w:rsid w:val="001D47FD"/>
    <w:rsid w:val="001F5D4C"/>
    <w:rsid w:val="00203683"/>
    <w:rsid w:val="00211E26"/>
    <w:rsid w:val="00216572"/>
    <w:rsid w:val="00273332"/>
    <w:rsid w:val="00274830"/>
    <w:rsid w:val="002A108C"/>
    <w:rsid w:val="002A571F"/>
    <w:rsid w:val="002B1A01"/>
    <w:rsid w:val="002B74EB"/>
    <w:rsid w:val="002D090B"/>
    <w:rsid w:val="002E7327"/>
    <w:rsid w:val="00310FD9"/>
    <w:rsid w:val="00312F4D"/>
    <w:rsid w:val="003339C0"/>
    <w:rsid w:val="0034237A"/>
    <w:rsid w:val="003602E4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4E73C0"/>
    <w:rsid w:val="00501683"/>
    <w:rsid w:val="00501BD9"/>
    <w:rsid w:val="005066BF"/>
    <w:rsid w:val="00543129"/>
    <w:rsid w:val="005769C8"/>
    <w:rsid w:val="00577F83"/>
    <w:rsid w:val="0059040E"/>
    <w:rsid w:val="005B1C22"/>
    <w:rsid w:val="005F45A2"/>
    <w:rsid w:val="00602994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20D4"/>
    <w:rsid w:val="00713690"/>
    <w:rsid w:val="007173E9"/>
    <w:rsid w:val="00733F99"/>
    <w:rsid w:val="007364E7"/>
    <w:rsid w:val="00742C7E"/>
    <w:rsid w:val="007440AD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628F"/>
    <w:rsid w:val="0081784D"/>
    <w:rsid w:val="00834521"/>
    <w:rsid w:val="008378D7"/>
    <w:rsid w:val="00843F45"/>
    <w:rsid w:val="008457B3"/>
    <w:rsid w:val="008743D8"/>
    <w:rsid w:val="008C250E"/>
    <w:rsid w:val="008D16EC"/>
    <w:rsid w:val="008D2BDB"/>
    <w:rsid w:val="008F7364"/>
    <w:rsid w:val="008F780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5515"/>
    <w:rsid w:val="00A17584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25462"/>
    <w:rsid w:val="00B262CA"/>
    <w:rsid w:val="00B31937"/>
    <w:rsid w:val="00B51224"/>
    <w:rsid w:val="00B83D82"/>
    <w:rsid w:val="00BA10A5"/>
    <w:rsid w:val="00BD4E8B"/>
    <w:rsid w:val="00BE1515"/>
    <w:rsid w:val="00C1435E"/>
    <w:rsid w:val="00C20733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AA6"/>
    <w:rsid w:val="00D523B8"/>
    <w:rsid w:val="00D55BFE"/>
    <w:rsid w:val="00D62D7D"/>
    <w:rsid w:val="00D74377"/>
    <w:rsid w:val="00D803B9"/>
    <w:rsid w:val="00D94C60"/>
    <w:rsid w:val="00DD1790"/>
    <w:rsid w:val="00DE1F6C"/>
    <w:rsid w:val="00DE2509"/>
    <w:rsid w:val="00E1673A"/>
    <w:rsid w:val="00E1764A"/>
    <w:rsid w:val="00E206F4"/>
    <w:rsid w:val="00E36789"/>
    <w:rsid w:val="00E52891"/>
    <w:rsid w:val="00E66A27"/>
    <w:rsid w:val="00E80B51"/>
    <w:rsid w:val="00E81768"/>
    <w:rsid w:val="00E90352"/>
    <w:rsid w:val="00E97E93"/>
    <w:rsid w:val="00EA30A5"/>
    <w:rsid w:val="00EB31F2"/>
    <w:rsid w:val="00F15EEB"/>
    <w:rsid w:val="00F834DE"/>
    <w:rsid w:val="00F94500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07FBEC9C"/>
  <w15:docId w15:val="{7B0940F7-91FF-4A9D-88D5-0D22108C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71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Philipp Fleig</cp:lastModifiedBy>
  <cp:revision>28</cp:revision>
  <cp:lastPrinted>2017-10-09T11:03:00Z</cp:lastPrinted>
  <dcterms:created xsi:type="dcterms:W3CDTF">2017-06-29T08:55:00Z</dcterms:created>
  <dcterms:modified xsi:type="dcterms:W3CDTF">2019-09-30T10:53:00Z</dcterms:modified>
</cp:coreProperties>
</file>